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FD0D1A" w:rsidP="004633D0">
      <w:pPr>
        <w:rPr>
          <w:rFonts w:asciiTheme="minorHAnsi" w:hAnsiTheme="minorHAnsi" w:cstheme="minorHAnsi"/>
        </w:rPr>
      </w:pPr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  <w:r w:rsidR="00395AC2">
        <w:rPr>
          <w:rFonts w:asciiTheme="minorHAnsi" w:eastAsia="Calibri" w:hAnsiTheme="minorHAnsi" w:cstheme="minorHAnsi"/>
          <w:b/>
          <w:lang w:eastAsia="en-US"/>
        </w:rPr>
        <w:t>i</w:t>
      </w:r>
    </w:p>
    <w:p w:rsidR="00395AC2" w:rsidRDefault="00395AC2" w:rsidP="00695ADF">
      <w:pPr>
        <w:ind w:left="4956" w:firstLine="708"/>
        <w:rPr>
          <w:rFonts w:asciiTheme="minorHAnsi" w:eastAsia="Calibri" w:hAnsiTheme="minorHAnsi" w:cstheme="minorHAnsi"/>
          <w:b/>
          <w:lang w:eastAsia="en-US"/>
        </w:rPr>
      </w:pPr>
      <w:r w:rsidRPr="00395AC2">
        <w:rPr>
          <w:rFonts w:asciiTheme="minorHAnsi" w:eastAsia="Calibri" w:hAnsiTheme="minorHAnsi" w:cstheme="minorHAnsi"/>
          <w:b/>
          <w:lang w:eastAsia="en-US"/>
        </w:rPr>
        <w:t>Wioletta Zwara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FD0D1A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2E6796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>Szanowna Pani Sekretarz,</w:t>
      </w:r>
      <w:bookmarkStart w:id="0" w:name="_GoBack"/>
      <w:bookmarkEnd w:id="0"/>
    </w:p>
    <w:p w:rsidR="00AD0AD3" w:rsidRDefault="00F63E64" w:rsidP="00395AC2">
      <w:pPr>
        <w:jc w:val="both"/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 xml:space="preserve">w załączeniu przekazuję </w:t>
      </w:r>
      <w:r w:rsidR="00395AC2" w:rsidRPr="00395AC2">
        <w:rPr>
          <w:rFonts w:asciiTheme="minorHAnsi" w:hAnsiTheme="minorHAnsi" w:cstheme="minorHAnsi"/>
        </w:rPr>
        <w:t>zweryfikowany raport za II kwartał 2021 r. z postępu rzeczowo-finansowego projektu informatycznego realizowanego przez Urząd Komunikacji Elektronicznej pod tytułem „Budowa Punktu Informacyjnego ds. Telekomunikacji etap II”, celem przedłożenia Komitetowi Rady Ministrów do spraw Cyfryzacji.</w:t>
      </w:r>
    </w:p>
    <w:p w:rsidR="00395AC2" w:rsidRDefault="00395AC2" w:rsidP="00395AC2">
      <w:pPr>
        <w:rPr>
          <w:rFonts w:asciiTheme="minorHAnsi" w:hAnsiTheme="minorHAnsi" w:cstheme="minorHAnsi"/>
        </w:rPr>
      </w:pPr>
    </w:p>
    <w:p w:rsidR="000A71A0" w:rsidRPr="0086305F" w:rsidRDefault="00AD0AD3" w:rsidP="00AD0AD3">
      <w:pPr>
        <w:ind w:left="566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          </w:t>
      </w:r>
      <w:r w:rsidRPr="00AD0AD3">
        <w:rPr>
          <w:rFonts w:asciiTheme="minorHAnsi" w:hAnsiTheme="minorHAnsi" w:cstheme="minorHAnsi"/>
        </w:rPr>
        <w:t xml:space="preserve"> </w:t>
      </w:r>
      <w:r w:rsidR="00CB3969"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FD0D1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2B0993" w:rsidRDefault="00395AC2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Janusz Cieszyński</w:t>
      </w: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D1A" w:rsidRDefault="00FD0D1A">
      <w:r>
        <w:separator/>
      </w:r>
    </w:p>
  </w:endnote>
  <w:endnote w:type="continuationSeparator" w:id="0">
    <w:p w:rsidR="00FD0D1A" w:rsidRDefault="00FD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D1A" w:rsidRDefault="00FD0D1A">
      <w:r>
        <w:separator/>
      </w:r>
    </w:p>
  </w:footnote>
  <w:footnote w:type="continuationSeparator" w:id="0">
    <w:p w:rsidR="00FD0D1A" w:rsidRDefault="00FD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FD0D1A" w:rsidP="007018D3">
    <w:pPr>
      <w:pStyle w:val="Nagwek"/>
      <w:jc w:val="right"/>
    </w:pPr>
  </w:p>
  <w:p w:rsidR="007018D3" w:rsidRDefault="00FD0D1A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395AC2">
      <w:rPr>
        <w:rFonts w:asciiTheme="minorHAnsi" w:hAnsiTheme="minorHAnsi" w:cstheme="minorHAnsi"/>
      </w:rPr>
      <w:t>27</w:t>
    </w:r>
    <w:r w:rsidR="00955B7A" w:rsidRPr="00955B7A">
      <w:rPr>
        <w:rFonts w:asciiTheme="minorHAnsi" w:hAnsiTheme="minorHAnsi" w:cstheme="minorHAnsi"/>
      </w:rPr>
      <w:t>.0</w:t>
    </w:r>
    <w:r w:rsidR="00395AC2">
      <w:rPr>
        <w:rFonts w:asciiTheme="minorHAnsi" w:hAnsiTheme="minorHAnsi" w:cstheme="minorHAnsi"/>
      </w:rPr>
      <w:t>9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395AC2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395AC2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395AC2" w:rsidP="00955B7A">
    <w:pPr>
      <w:pStyle w:val="Nagwek"/>
      <w:ind w:left="1276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DT.WIT.714.26</w:t>
    </w:r>
    <w:r w:rsidR="00955B7A" w:rsidRPr="00955B7A">
      <w:rPr>
        <w:rFonts w:asciiTheme="minorHAnsi" w:hAnsiTheme="minorHAnsi" w:cstheme="minorHAnsi"/>
        <w:sz w:val="20"/>
        <w:szCs w:val="20"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2B0993"/>
    <w:rsid w:val="002E6796"/>
    <w:rsid w:val="00395AC2"/>
    <w:rsid w:val="0049347F"/>
    <w:rsid w:val="005226AB"/>
    <w:rsid w:val="00636C3E"/>
    <w:rsid w:val="00695ADF"/>
    <w:rsid w:val="006E60D0"/>
    <w:rsid w:val="00745D00"/>
    <w:rsid w:val="00771B6C"/>
    <w:rsid w:val="00936F2C"/>
    <w:rsid w:val="00955B7A"/>
    <w:rsid w:val="009E6B6F"/>
    <w:rsid w:val="00A524E6"/>
    <w:rsid w:val="00AA5154"/>
    <w:rsid w:val="00AD0AD3"/>
    <w:rsid w:val="00C05857"/>
    <w:rsid w:val="00C11B94"/>
    <w:rsid w:val="00C70146"/>
    <w:rsid w:val="00C81F8A"/>
    <w:rsid w:val="00CA393C"/>
    <w:rsid w:val="00CB3969"/>
    <w:rsid w:val="00F130C8"/>
    <w:rsid w:val="00F63E64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3</cp:revision>
  <dcterms:created xsi:type="dcterms:W3CDTF">2021-09-27T12:39:00Z</dcterms:created>
  <dcterms:modified xsi:type="dcterms:W3CDTF">2021-09-27T12:42:00Z</dcterms:modified>
</cp:coreProperties>
</file>